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6619C7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E1447" w:rsidRPr="00D31158">
        <w:rPr>
          <w:rStyle w:val="Nadpisvtabulce"/>
          <w:rFonts w:ascii="Verdana" w:hAnsi="Verdana"/>
        </w:rPr>
        <w:t>Obsluha kotelen, ČOV a VS Kounicova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A2AA1" w14:textId="77777777" w:rsidR="004E1D26" w:rsidRDefault="004E1D26" w:rsidP="00962258">
      <w:pPr>
        <w:spacing w:after="0" w:line="240" w:lineRule="auto"/>
      </w:pPr>
      <w:r>
        <w:separator/>
      </w:r>
    </w:p>
  </w:endnote>
  <w:endnote w:type="continuationSeparator" w:id="0">
    <w:p w14:paraId="30F61A88" w14:textId="77777777" w:rsidR="004E1D26" w:rsidRDefault="004E1D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8DD6" w14:textId="77777777" w:rsidR="004E1D26" w:rsidRDefault="004E1D26" w:rsidP="00962258">
      <w:pPr>
        <w:spacing w:after="0" w:line="240" w:lineRule="auto"/>
      </w:pPr>
      <w:r>
        <w:separator/>
      </w:r>
    </w:p>
  </w:footnote>
  <w:footnote w:type="continuationSeparator" w:id="0">
    <w:p w14:paraId="7ECA2442" w14:textId="77777777" w:rsidR="004E1D26" w:rsidRDefault="004E1D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9E4A" w14:textId="604F80DA" w:rsidR="004E1447" w:rsidRDefault="004E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A920ED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7BF8D07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51E3"/>
    <w:rsid w:val="00184743"/>
    <w:rsid w:val="001A3814"/>
    <w:rsid w:val="00207DF5"/>
    <w:rsid w:val="0025575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1447"/>
    <w:rsid w:val="004E1D26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114DB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7C39"/>
    <w:rsid w:val="007B570C"/>
    <w:rsid w:val="007C5180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55F6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751E3"/>
    <w:rsid w:val="0049171C"/>
    <w:rsid w:val="00710200"/>
    <w:rsid w:val="007C5180"/>
    <w:rsid w:val="00825DFD"/>
    <w:rsid w:val="0087094D"/>
    <w:rsid w:val="00B72819"/>
    <w:rsid w:val="00BE31C7"/>
    <w:rsid w:val="00C601C7"/>
    <w:rsid w:val="00D805AA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12</cp:revision>
  <cp:lastPrinted>2017-11-28T17:18:00Z</cp:lastPrinted>
  <dcterms:created xsi:type="dcterms:W3CDTF">2023-11-16T10:29:00Z</dcterms:created>
  <dcterms:modified xsi:type="dcterms:W3CDTF">2025-05-16T11:21:00Z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